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2EFCB7EB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6259D4" w:rsidRPr="00D018C3">
        <w:rPr>
          <w:b/>
          <w:bCs/>
          <w:sz w:val="20"/>
        </w:rPr>
        <w:t>2024/</w:t>
      </w:r>
      <w:r w:rsidR="000E52C2">
        <w:rPr>
          <w:b/>
          <w:bCs/>
          <w:sz w:val="20"/>
        </w:rPr>
        <w:t>1</w:t>
      </w:r>
      <w:r w:rsidR="006259D4" w:rsidRPr="00D018C3">
        <w:rPr>
          <w:b/>
          <w:bCs/>
          <w:sz w:val="20"/>
        </w:rPr>
        <w:t>35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4A69E883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</w:t>
                </w:r>
                <w:r w:rsidR="00D9510B">
                  <w:rPr>
                    <w:rFonts w:eastAsia="Calibri"/>
                    <w:sz w:val="20"/>
                  </w:rPr>
                  <w:t>2</w:t>
                </w:r>
                <w:r w:rsidR="00B613BF" w:rsidRPr="00D018C3">
                  <w:rPr>
                    <w:rFonts w:eastAsia="Calibri"/>
                    <w:sz w:val="20"/>
                  </w:rPr>
                  <w:t>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5253F3" w:rsidRPr="00D018C3" w14:paraId="4DFB3757" w14:textId="77777777" w:rsidTr="00836379">
        <w:tc>
          <w:tcPr>
            <w:tcW w:w="3920" w:type="dxa"/>
          </w:tcPr>
          <w:p w14:paraId="7104C5A1" w14:textId="2C8862B0" w:rsidR="005253F3" w:rsidRPr="00D018C3" w:rsidRDefault="00A211C2" w:rsidP="00E8544B">
            <w:pPr>
              <w:rPr>
                <w:sz w:val="20"/>
              </w:rPr>
            </w:pPr>
            <w:r>
              <w:rPr>
                <w:sz w:val="20"/>
              </w:rPr>
              <w:t>Puuküte</w:t>
            </w:r>
            <w:r w:rsidR="00411859" w:rsidRPr="00411859">
              <w:rPr>
                <w:sz w:val="20"/>
              </w:rPr>
              <w:t xml:space="preserve"> OÜ</w:t>
            </w:r>
          </w:p>
        </w:tc>
        <w:tc>
          <w:tcPr>
            <w:tcW w:w="3877" w:type="dxa"/>
          </w:tcPr>
          <w:p w14:paraId="5F1EAB18" w14:textId="38D972F2" w:rsidR="005253F3" w:rsidRPr="00D018C3" w:rsidRDefault="00411859" w:rsidP="00836379">
            <w:pPr>
              <w:rPr>
                <w:bCs/>
                <w:sz w:val="20"/>
              </w:rPr>
            </w:pPr>
            <w:r w:rsidRPr="00D018C3">
              <w:rPr>
                <w:sz w:val="20"/>
              </w:rPr>
              <w:t>Registrikood</w:t>
            </w:r>
            <w:r w:rsidRPr="0041185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E16263" w:rsidRPr="00E16263">
              <w:rPr>
                <w:sz w:val="20"/>
              </w:rPr>
              <w:t>12010908</w:t>
            </w:r>
            <w:r w:rsidR="004127F5" w:rsidRPr="00D018C3">
              <w:rPr>
                <w:noProof/>
                <w:color w:val="000000"/>
                <w:sz w:val="20"/>
              </w:rPr>
              <w:br/>
            </w:r>
            <w:r w:rsidR="00E16263" w:rsidRPr="00E16263">
              <w:rPr>
                <w:bCs/>
                <w:sz w:val="20"/>
              </w:rPr>
              <w:t xml:space="preserve">Ööbiku, </w:t>
            </w:r>
            <w:proofErr w:type="spellStart"/>
            <w:r w:rsidR="00E16263" w:rsidRPr="00E16263">
              <w:rPr>
                <w:bCs/>
                <w:sz w:val="20"/>
              </w:rPr>
              <w:t>Kahala</w:t>
            </w:r>
            <w:proofErr w:type="spellEnd"/>
            <w:r w:rsidR="00E16263" w:rsidRPr="00E16263">
              <w:rPr>
                <w:bCs/>
                <w:sz w:val="20"/>
              </w:rPr>
              <w:t xml:space="preserve"> küla, 74621, Kuusalu vald, Harju maakond</w:t>
            </w:r>
          </w:p>
        </w:tc>
        <w:tc>
          <w:tcPr>
            <w:tcW w:w="2232" w:type="dxa"/>
          </w:tcPr>
          <w:p w14:paraId="3696B06E" w14:textId="5C002BB6" w:rsidR="005253F3" w:rsidRPr="00D018C3" w:rsidRDefault="005253F3" w:rsidP="00E8544B">
            <w:pPr>
              <w:rPr>
                <w:bCs/>
                <w:sz w:val="20"/>
              </w:rPr>
            </w:pPr>
          </w:p>
        </w:tc>
      </w:tr>
      <w:tr w:rsidR="00836379" w:rsidRPr="00D018C3" w14:paraId="7F7BAED8" w14:textId="77777777" w:rsidTr="00836379">
        <w:tc>
          <w:tcPr>
            <w:tcW w:w="3920" w:type="dxa"/>
          </w:tcPr>
          <w:p w14:paraId="3986D41B" w14:textId="77777777" w:rsidR="00836379" w:rsidRPr="00D018C3" w:rsidRDefault="00836379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7543CFE7" w:rsidR="00836379" w:rsidRPr="00D018C3" w:rsidRDefault="00411859" w:rsidP="00E8544B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Juhatuse liige </w:t>
            </w:r>
            <w:r w:rsidR="00E16263">
              <w:rPr>
                <w:sz w:val="20"/>
              </w:rPr>
              <w:t xml:space="preserve">Mario </w:t>
            </w:r>
            <w:proofErr w:type="spellStart"/>
            <w:r w:rsidR="00E16263">
              <w:rPr>
                <w:sz w:val="20"/>
              </w:rPr>
              <w:t>Ekart</w:t>
            </w:r>
            <w:proofErr w:type="spellEnd"/>
          </w:p>
        </w:tc>
        <w:tc>
          <w:tcPr>
            <w:tcW w:w="2232" w:type="dxa"/>
          </w:tcPr>
          <w:p w14:paraId="0BEDA0B5" w14:textId="77777777" w:rsidR="00D9510B" w:rsidRDefault="00836379" w:rsidP="00E8544B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="00E16263" w:rsidRPr="00E16263">
              <w:rPr>
                <w:sz w:val="20"/>
              </w:rPr>
              <w:t>56688084</w:t>
            </w:r>
          </w:p>
          <w:p w14:paraId="3C6B67D8" w14:textId="69E4DC8B" w:rsidR="00836379" w:rsidRPr="00D018C3" w:rsidRDefault="00E16263" w:rsidP="00E8544B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  <w:r w:rsidR="00836379" w:rsidRPr="00D018C3">
              <w:rPr>
                <w:noProof/>
                <w:color w:val="000000"/>
                <w:sz w:val="20"/>
              </w:rPr>
              <w:t xml:space="preserve">E-post </w:t>
            </w:r>
            <w:r w:rsidRPr="00E16263">
              <w:rPr>
                <w:sz w:val="20"/>
              </w:rPr>
              <w:t>vaike.kodu@mail.ee</w:t>
            </w:r>
          </w:p>
        </w:tc>
      </w:tr>
      <w:tr w:rsidR="00836379" w:rsidRPr="00D018C3" w14:paraId="6EC5CC10" w14:textId="77777777" w:rsidTr="0083637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836379" w:rsidRPr="00D018C3" w:rsidRDefault="00836379" w:rsidP="008B5D7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="008B5D77"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lastRenderedPageBreak/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üleantava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77777777" w:rsidR="008B5D77" w:rsidRPr="00C779E1" w:rsidRDefault="00D9510B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3" w:history="1">
              <w:r w:rsidR="008B5D77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8B5D77">
              <w:rPr>
                <w:sz w:val="20"/>
              </w:rPr>
              <w:t xml:space="preserve"> </w:t>
            </w:r>
            <w:r w:rsidR="008B5D77"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00A84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42E65C0D" w:rsidR="00100A84" w:rsidRPr="00C779E1" w:rsidRDefault="00D9510B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D9510B">
              <w:rPr>
                <w:sz w:val="20"/>
              </w:rPr>
              <w:t xml:space="preserve">Mario </w:t>
            </w:r>
            <w:proofErr w:type="spellStart"/>
            <w:r w:rsidRPr="00D9510B">
              <w:rPr>
                <w:sz w:val="20"/>
              </w:rPr>
              <w:t>Ekart</w:t>
            </w:r>
            <w:proofErr w:type="spellEnd"/>
          </w:p>
        </w:tc>
        <w:tc>
          <w:tcPr>
            <w:tcW w:w="3109" w:type="pct"/>
            <w:shd w:val="clear" w:color="auto" w:fill="auto"/>
          </w:tcPr>
          <w:p w14:paraId="3B98A5CC" w14:textId="399AD220" w:rsidR="00100A84" w:rsidRPr="00C779E1" w:rsidRDefault="00D9510B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D9510B">
              <w:rPr>
                <w:sz w:val="20"/>
              </w:rPr>
              <w:t>56688084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100A84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07C210CB" w:rsidR="00100A84" w:rsidRPr="00C779E1" w:rsidRDefault="00D9510B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D9510B">
              <w:rPr>
                <w:sz w:val="20"/>
              </w:rPr>
              <w:t xml:space="preserve">Mario </w:t>
            </w:r>
            <w:proofErr w:type="spellStart"/>
            <w:r w:rsidRPr="00D9510B">
              <w:rPr>
                <w:sz w:val="20"/>
              </w:rPr>
              <w:t>Ekart</w:t>
            </w:r>
            <w:proofErr w:type="spellEnd"/>
          </w:p>
        </w:tc>
        <w:tc>
          <w:tcPr>
            <w:tcW w:w="1798" w:type="pct"/>
            <w:shd w:val="clear" w:color="auto" w:fill="auto"/>
          </w:tcPr>
          <w:p w14:paraId="13BDFED5" w14:textId="75CB8663" w:rsidR="00100A84" w:rsidRPr="00C779E1" w:rsidRDefault="00D9510B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D9510B">
              <w:rPr>
                <w:sz w:val="20"/>
              </w:rPr>
              <w:t>56688084</w:t>
            </w:r>
          </w:p>
        </w:tc>
        <w:tc>
          <w:tcPr>
            <w:tcW w:w="2109" w:type="pct"/>
            <w:shd w:val="clear" w:color="auto" w:fill="auto"/>
          </w:tcPr>
          <w:p w14:paraId="7AE5DF02" w14:textId="446F436C" w:rsidR="00100A84" w:rsidRPr="00D9510B" w:rsidRDefault="00D9510B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Pr="00D270D2">
                <w:rPr>
                  <w:rStyle w:val="Hyperlink"/>
                  <w:sz w:val="20"/>
                </w:rPr>
                <w:t>vaike.kodu@mail.ee</w:t>
              </w:r>
            </w:hyperlink>
            <w:r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49F6E00E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6305EE4D" w:rsidR="00151D79" w:rsidRPr="008B5D77" w:rsidRDefault="00D4333E" w:rsidP="008B5D77">
      <w:pPr>
        <w:pStyle w:val="Pealkiri21"/>
        <w:numPr>
          <w:ilvl w:val="1"/>
          <w:numId w:val="32"/>
        </w:numPr>
        <w:rPr>
          <w:sz w:val="20"/>
        </w:rPr>
      </w:pPr>
      <w:r w:rsidRPr="008B5D77">
        <w:rPr>
          <w:sz w:val="20"/>
        </w:rPr>
        <w:t>Müüja</w:t>
      </w:r>
      <w:r w:rsidR="005253F3" w:rsidRPr="008B5D77">
        <w:rPr>
          <w:sz w:val="20"/>
        </w:rPr>
        <w:t xml:space="preserve"> esitab </w:t>
      </w:r>
      <w:r w:rsidR="00151D79" w:rsidRPr="008B5D77">
        <w:rPr>
          <w:sz w:val="20"/>
        </w:rPr>
        <w:t xml:space="preserve">ettemaksu laekumisel </w:t>
      </w:r>
      <w:r w:rsidR="005253F3" w:rsidRPr="008B5D77">
        <w:rPr>
          <w:sz w:val="20"/>
        </w:rPr>
        <w:t xml:space="preserve">arved </w:t>
      </w:r>
      <w:r w:rsidR="0094376B" w:rsidRPr="008B5D77">
        <w:rPr>
          <w:sz w:val="20"/>
        </w:rPr>
        <w:t>m</w:t>
      </w:r>
      <w:r w:rsidRPr="008B5D77">
        <w:rPr>
          <w:sz w:val="20"/>
        </w:rPr>
        <w:t>etsamaterjal</w:t>
      </w:r>
      <w:r w:rsidR="005253F3" w:rsidRPr="008B5D77">
        <w:rPr>
          <w:sz w:val="20"/>
        </w:rPr>
        <w:t xml:space="preserve">i eest elektrooniliselt e-posti aadressile: </w:t>
      </w:r>
      <w:hyperlink r:id="rId15" w:history="1">
        <w:r w:rsidR="00D9510B" w:rsidRPr="00D9510B">
          <w:rPr>
            <w:rStyle w:val="Hyperlink"/>
            <w:sz w:val="20"/>
          </w:rPr>
          <w:t>vaike.kodu@mail.ee</w:t>
        </w:r>
      </w:hyperlink>
      <w:r w:rsidR="00D9510B"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06BE3C56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D9510B">
        <w:rPr>
          <w:sz w:val="20"/>
        </w:rPr>
        <w:t>10</w:t>
      </w:r>
      <w:r w:rsidR="008B5D77">
        <w:rPr>
          <w:sz w:val="20"/>
        </w:rPr>
        <w:t>.0</w:t>
      </w:r>
      <w:r w:rsidR="00D9510B">
        <w:rPr>
          <w:sz w:val="20"/>
        </w:rPr>
        <w:t>4</w:t>
      </w:r>
      <w:r w:rsidR="008B5D77">
        <w:rPr>
          <w:sz w:val="20"/>
        </w:rPr>
        <w:t>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6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563E2E1F" w:rsidR="004623EE" w:rsidRPr="00D018C3" w:rsidRDefault="00D9510B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D9510B">
              <w:rPr>
                <w:sz w:val="20"/>
              </w:rPr>
              <w:t>Mario Ekart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0BCA00BA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555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59945889">
    <w:abstractNumId w:val="0"/>
  </w:num>
  <w:num w:numId="2" w16cid:durableId="994148154">
    <w:abstractNumId w:val="10"/>
  </w:num>
  <w:num w:numId="3" w16cid:durableId="1923417996">
    <w:abstractNumId w:val="9"/>
  </w:num>
  <w:num w:numId="4" w16cid:durableId="1082720816">
    <w:abstractNumId w:val="14"/>
  </w:num>
  <w:num w:numId="5" w16cid:durableId="1253705892">
    <w:abstractNumId w:val="15"/>
  </w:num>
  <w:num w:numId="6" w16cid:durableId="1406027792">
    <w:abstractNumId w:val="18"/>
  </w:num>
  <w:num w:numId="7" w16cid:durableId="1710758017">
    <w:abstractNumId w:val="20"/>
  </w:num>
  <w:num w:numId="8" w16cid:durableId="1643074162">
    <w:abstractNumId w:val="5"/>
  </w:num>
  <w:num w:numId="9" w16cid:durableId="970136738">
    <w:abstractNumId w:val="7"/>
  </w:num>
  <w:num w:numId="10" w16cid:durableId="1891502178">
    <w:abstractNumId w:val="1"/>
  </w:num>
  <w:num w:numId="11" w16cid:durableId="1861384862">
    <w:abstractNumId w:val="2"/>
  </w:num>
  <w:num w:numId="12" w16cid:durableId="460465534">
    <w:abstractNumId w:val="12"/>
  </w:num>
  <w:num w:numId="13" w16cid:durableId="1472400773">
    <w:abstractNumId w:val="17"/>
  </w:num>
  <w:num w:numId="14" w16cid:durableId="1129013238">
    <w:abstractNumId w:val="8"/>
  </w:num>
  <w:num w:numId="15" w16cid:durableId="236285466">
    <w:abstractNumId w:val="4"/>
  </w:num>
  <w:num w:numId="16" w16cid:durableId="996808128">
    <w:abstractNumId w:val="17"/>
  </w:num>
  <w:num w:numId="17" w16cid:durableId="9655027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07175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958634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386362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073487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2159324">
    <w:abstractNumId w:val="21"/>
  </w:num>
  <w:num w:numId="23" w16cid:durableId="873663510">
    <w:abstractNumId w:val="3"/>
  </w:num>
  <w:num w:numId="24" w16cid:durableId="529344785">
    <w:abstractNumId w:val="19"/>
  </w:num>
  <w:num w:numId="25" w16cid:durableId="179469316">
    <w:abstractNumId w:val="6"/>
  </w:num>
  <w:num w:numId="26" w16cid:durableId="943154839">
    <w:abstractNumId w:val="11"/>
  </w:num>
  <w:num w:numId="27" w16cid:durableId="13995226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9612302">
    <w:abstractNumId w:val="13"/>
  </w:num>
  <w:num w:numId="29" w16cid:durableId="476999048">
    <w:abstractNumId w:val="16"/>
  </w:num>
  <w:num w:numId="30" w16cid:durableId="3485320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1553040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 w16cid:durableId="145556781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52C2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11C2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510B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1626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95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kirde@rmk.ee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aike.kodu@mail.ee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vaike.kodu@mail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711DC93C662849EF98D1A3837B03030A">
    <w:name w:val="711DC93C662849EF98D1A3837B03030A"/>
    <w:rsid w:val="002216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826A5-050F-449B-BACC-DF4F99690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9</TotalTime>
  <Pages>3</Pages>
  <Words>937</Words>
  <Characters>7316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8237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2024-04-11T06:11:00Z</dcterms:created>
  <dcterms:modified xsi:type="dcterms:W3CDTF">2024-04-11T06:19:00Z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